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E03342" w:rsidRPr="00E960BB" w:rsidRDefault="00E03342" w:rsidP="00E0334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777777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137E922A" w14:textId="6D32C5B1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122D7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ED04AC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ED04AC">
        <w:rPr>
          <w:rFonts w:ascii="Corbel" w:hAnsi="Corbel"/>
          <w:sz w:val="20"/>
          <w:szCs w:val="20"/>
        </w:rPr>
        <w:t>2</w:t>
      </w:r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3342" w:rsidRPr="009C54AE" w14:paraId="6B4810B2" w14:textId="77777777" w:rsidTr="00F70EE2">
        <w:tc>
          <w:tcPr>
            <w:tcW w:w="2694" w:type="dxa"/>
            <w:vAlign w:val="center"/>
          </w:tcPr>
          <w:p w14:paraId="5970156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505E0F" w14:textId="77777777" w:rsidR="00E03342" w:rsidRPr="00282F43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 xml:space="preserve">Badania marketingowe </w:t>
            </w:r>
            <w:r>
              <w:rPr>
                <w:rFonts w:ascii="Corbel" w:hAnsi="Corbel"/>
                <w:b w:val="0"/>
                <w:sz w:val="24"/>
                <w:szCs w:val="24"/>
              </w:rPr>
              <w:t>rynku</w:t>
            </w:r>
          </w:p>
        </w:tc>
      </w:tr>
      <w:tr w:rsidR="00E03342" w:rsidRPr="009C54AE" w14:paraId="26452AFB" w14:textId="77777777" w:rsidTr="00F70EE2">
        <w:tc>
          <w:tcPr>
            <w:tcW w:w="2694" w:type="dxa"/>
            <w:vAlign w:val="center"/>
          </w:tcPr>
          <w:p w14:paraId="4CA2915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B3F524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4941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EUB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9A4941">
              <w:rPr>
                <w:rFonts w:ascii="Corbel" w:hAnsi="Corbel"/>
                <w:b w:val="0"/>
                <w:sz w:val="24"/>
                <w:szCs w:val="24"/>
              </w:rPr>
              <w:t>C.1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9C54AE" w:rsidRDefault="003B7A73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B7A7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03342" w:rsidRPr="009C54AE" w14:paraId="58954631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E03342" w:rsidRPr="009C54AE" w:rsidRDefault="00F308DE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3342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03342" w:rsidRPr="009C54AE" w14:paraId="66895247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901DB3D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C54AE" w:rsidRDefault="009A49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6624C8" w14:textId="77777777" w:rsidR="00FB05DB" w:rsidRPr="007A7626" w:rsidRDefault="00FB05DB" w:rsidP="00FB05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A7626">
        <w:rPr>
          <w:rStyle w:val="normaltextrun"/>
          <w:rFonts w:ascii="Corbel" w:hAnsi="Corbel" w:cs="Segoe UI"/>
        </w:rPr>
        <w:sym w:font="Wingdings" w:char="F0FE"/>
      </w:r>
      <w:r w:rsidRPr="007A7626">
        <w:rPr>
          <w:rStyle w:val="normaltextrun"/>
          <w:rFonts w:ascii="Corbel" w:hAnsi="Corbel" w:cs="Segoe UI"/>
        </w:rPr>
        <w:t> </w:t>
      </w:r>
      <w:r w:rsidRPr="007A7626">
        <w:rPr>
          <w:rFonts w:ascii="Corbel" w:hAnsi="Corbel"/>
        </w:rPr>
        <w:t>zajęcia w formie tradycyjnej (lub zdalnie z wykorzystaniem platformy Ms </w:t>
      </w:r>
      <w:proofErr w:type="spellStart"/>
      <w:r w:rsidRPr="007A7626">
        <w:rPr>
          <w:rStyle w:val="spellingerror"/>
          <w:rFonts w:ascii="Corbel" w:hAnsi="Corbel" w:cs="Segoe UI"/>
        </w:rPr>
        <w:t>Teams</w:t>
      </w:r>
      <w:proofErr w:type="spellEnd"/>
      <w:r w:rsidRPr="007A7626">
        <w:rPr>
          <w:rFonts w:ascii="Corbel" w:hAnsi="Corbel"/>
        </w:rPr>
        <w:t>)</w:t>
      </w:r>
      <w:r w:rsidRPr="007A7626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C9DD6E9" w14:textId="77777777" w:rsidR="00FB05DB" w:rsidRPr="007A7626" w:rsidRDefault="00FB05DB" w:rsidP="00FB05DB">
      <w:pPr>
        <w:spacing w:after="0" w:line="240" w:lineRule="auto"/>
        <w:ind w:left="426"/>
        <w:rPr>
          <w:rStyle w:val="eop"/>
          <w:rFonts w:ascii="Corbel" w:hAnsi="Corbel"/>
        </w:rPr>
      </w:pPr>
      <w:r w:rsidRPr="007A7626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7A7626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7A7626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543CA6E7" w14:textId="77777777"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3B7A7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3B7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03342" w:rsidRPr="009C54AE" w14:paraId="1160A757" w14:textId="77777777" w:rsidTr="000EF796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B7A7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000EF796">
        <w:tc>
          <w:tcPr>
            <w:tcW w:w="1701" w:type="dxa"/>
          </w:tcPr>
          <w:p w14:paraId="4FCA5964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000EF796">
        <w:tc>
          <w:tcPr>
            <w:tcW w:w="1701" w:type="dxa"/>
          </w:tcPr>
          <w:p w14:paraId="56A76B19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03342" w:rsidRPr="009C54AE" w14:paraId="002A1390" w14:textId="77777777" w:rsidTr="000EF796">
        <w:tc>
          <w:tcPr>
            <w:tcW w:w="1701" w:type="dxa"/>
          </w:tcPr>
          <w:p w14:paraId="41960800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E03342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145A3AFF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</w:t>
            </w:r>
            <w:r w:rsidR="0D140911" w:rsidRPr="000EF79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EF796" w14:paraId="7AC39163" w14:textId="77777777" w:rsidTr="000EF796">
        <w:tc>
          <w:tcPr>
            <w:tcW w:w="1680" w:type="dxa"/>
          </w:tcPr>
          <w:p w14:paraId="3BC5AB65" w14:textId="56170767" w:rsidR="0D140911" w:rsidRDefault="0D140911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EK_04</w:t>
            </w:r>
          </w:p>
          <w:p w14:paraId="228258C2" w14:textId="03166825" w:rsidR="000EF796" w:rsidRDefault="000EF796" w:rsidP="000EF79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75FE6FDA" w14:textId="71562CB3" w:rsidR="0D140911" w:rsidRDefault="0D140911" w:rsidP="000EF796">
            <w:pPr>
              <w:spacing w:line="240" w:lineRule="auto"/>
              <w:jc w:val="both"/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rynkowych.</w:t>
            </w:r>
          </w:p>
        </w:tc>
        <w:tc>
          <w:tcPr>
            <w:tcW w:w="1865" w:type="dxa"/>
          </w:tcPr>
          <w:p w14:paraId="722BA4CF" w14:textId="02A13C6F" w:rsidR="0D140911" w:rsidRDefault="0D140911" w:rsidP="000EF7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K_U03</w:t>
            </w:r>
          </w:p>
          <w:p w14:paraId="1C6E74F8" w14:textId="77777777" w:rsidR="0D140911" w:rsidRDefault="0D140911" w:rsidP="000EF7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K_U06</w:t>
            </w:r>
          </w:p>
          <w:p w14:paraId="43BF867F" w14:textId="3A500FEA" w:rsidR="000EF796" w:rsidRDefault="000EF796" w:rsidP="000EF79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03342" w:rsidRPr="009C54AE" w14:paraId="1DFA66DD" w14:textId="77777777" w:rsidTr="000EF796">
        <w:tc>
          <w:tcPr>
            <w:tcW w:w="1701" w:type="dxa"/>
          </w:tcPr>
          <w:p w14:paraId="78C3198C" w14:textId="71379BAE" w:rsidR="00E03342" w:rsidRPr="009C54AE" w:rsidRDefault="00E03342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910F1BF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000EF796">
        <w:tc>
          <w:tcPr>
            <w:tcW w:w="1701" w:type="dxa"/>
          </w:tcPr>
          <w:p w14:paraId="74357262" w14:textId="5B91AFBF" w:rsidR="00E03342" w:rsidRPr="009C54AE" w:rsidRDefault="00E03342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7F160CB3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37691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2301B30D" w14:textId="77777777" w:rsidTr="0037691B">
        <w:tc>
          <w:tcPr>
            <w:tcW w:w="9639" w:type="dxa"/>
          </w:tcPr>
          <w:p w14:paraId="0693BC67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 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075E7966" w14:textId="77777777" w:rsidTr="0037691B">
        <w:tc>
          <w:tcPr>
            <w:tcW w:w="9639" w:type="dxa"/>
          </w:tcPr>
          <w:p w14:paraId="43BF34E3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Przesłanki wzrostu znaczenia badań marketingowych</w:t>
            </w:r>
          </w:p>
        </w:tc>
      </w:tr>
      <w:tr w:rsidR="008C4CE8" w:rsidRPr="009C54AE" w14:paraId="49DC64C4" w14:textId="77777777" w:rsidTr="0037691B">
        <w:tc>
          <w:tcPr>
            <w:tcW w:w="9639" w:type="dxa"/>
          </w:tcPr>
          <w:p w14:paraId="190E98D8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</w:p>
        </w:tc>
      </w:tr>
      <w:tr w:rsidR="008C4CE8" w:rsidRPr="009C54AE" w14:paraId="3D232575" w14:textId="77777777" w:rsidTr="0037691B">
        <w:tc>
          <w:tcPr>
            <w:tcW w:w="9639" w:type="dxa"/>
          </w:tcPr>
          <w:p w14:paraId="56E2FFD3" w14:textId="77777777" w:rsidR="008C4CE8" w:rsidRPr="008C4CE8" w:rsidRDefault="008C4CE8" w:rsidP="008C4CE8">
            <w:pPr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marketingowych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05BDF">
            <w:pPr>
              <w:pStyle w:val="Nagwek"/>
              <w:tabs>
                <w:tab w:val="clear" w:pos="4536"/>
                <w:tab w:val="clear" w:pos="9072"/>
              </w:tabs>
              <w:spacing w:after="20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Analiza mikro- i </w:t>
            </w:r>
            <w:proofErr w:type="spellStart"/>
            <w:r w:rsidRPr="008C4CE8">
              <w:rPr>
                <w:rFonts w:ascii="Corbel" w:hAnsi="Corbel"/>
                <w:sz w:val="24"/>
                <w:szCs w:val="24"/>
              </w:rPr>
              <w:t>makrootoczenia</w:t>
            </w:r>
            <w:proofErr w:type="spellEnd"/>
            <w:r w:rsidRPr="008C4CE8">
              <w:rPr>
                <w:rFonts w:ascii="Corbel" w:hAnsi="Corbel"/>
                <w:sz w:val="24"/>
                <w:szCs w:val="24"/>
              </w:rPr>
              <w:t xml:space="preserve">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lastRenderedPageBreak/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8C4CE8">
            <w:pPr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4B99056E" w14:textId="77777777" w:rsidR="00A05BDF" w:rsidRDefault="00A05BDF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p w14:paraId="1299C43A" w14:textId="77777777" w:rsidR="008C4CE8" w:rsidRPr="009C54AE" w:rsidRDefault="008C4CE8" w:rsidP="008C4CE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37691B">
        <w:tc>
          <w:tcPr>
            <w:tcW w:w="9639" w:type="dxa"/>
          </w:tcPr>
          <w:p w14:paraId="5D69D229" w14:textId="77777777" w:rsidR="008C4CE8" w:rsidRPr="009C54AE" w:rsidRDefault="008C4CE8" w:rsidP="0037691B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37691B">
        <w:tc>
          <w:tcPr>
            <w:tcW w:w="9639" w:type="dxa"/>
          </w:tcPr>
          <w:p w14:paraId="5432F4FF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Źródła wtórne i pierwotne </w:t>
            </w:r>
          </w:p>
        </w:tc>
      </w:tr>
      <w:tr w:rsidR="008C4CE8" w:rsidRPr="009C54AE" w14:paraId="68A09340" w14:textId="77777777" w:rsidTr="0037691B">
        <w:tc>
          <w:tcPr>
            <w:tcW w:w="9639" w:type="dxa"/>
          </w:tcPr>
          <w:p w14:paraId="1C7D7D97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37691B">
        <w:tc>
          <w:tcPr>
            <w:tcW w:w="9639" w:type="dxa"/>
          </w:tcPr>
          <w:p w14:paraId="50FB3FEC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37691B">
        <w:tc>
          <w:tcPr>
            <w:tcW w:w="9639" w:type="dxa"/>
          </w:tcPr>
          <w:p w14:paraId="24AE0A20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37691B">
        <w:tc>
          <w:tcPr>
            <w:tcW w:w="9639" w:type="dxa"/>
          </w:tcPr>
          <w:p w14:paraId="5E8BF884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37691B">
        <w:tc>
          <w:tcPr>
            <w:tcW w:w="9639" w:type="dxa"/>
          </w:tcPr>
          <w:p w14:paraId="09ECC0A8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37691B">
        <w:tc>
          <w:tcPr>
            <w:tcW w:w="9639" w:type="dxa"/>
          </w:tcPr>
          <w:p w14:paraId="71F6ABE8" w14:textId="77777777" w:rsidR="008C4CE8" w:rsidRPr="00135EF7" w:rsidRDefault="008C4CE8" w:rsidP="00A05BDF">
            <w:pPr>
              <w:pStyle w:val="Nagwek1"/>
              <w:spacing w:after="200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DDBEF00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8A752" w14:textId="77777777" w:rsidR="00E03342" w:rsidRPr="009B41D2" w:rsidRDefault="00E03342" w:rsidP="00E033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realizowany przy pomocy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B41D2">
        <w:rPr>
          <w:rFonts w:ascii="Corbel" w:hAnsi="Corbel"/>
          <w:b w:val="0"/>
          <w:smallCaps w:val="0"/>
          <w:szCs w:val="24"/>
        </w:rPr>
        <w:t xml:space="preserve">, </w:t>
      </w: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 xml:space="preserve">przy pomocy platformy MS </w:t>
      </w:r>
      <w:proofErr w:type="spellStart"/>
      <w:r w:rsidRPr="00045975">
        <w:rPr>
          <w:rFonts w:ascii="Corbel" w:hAnsi="Corbel"/>
          <w:szCs w:val="24"/>
        </w:rPr>
        <w:t>Teams</w:t>
      </w:r>
      <w:proofErr w:type="spellEnd"/>
      <w:r w:rsidRPr="00297DAF">
        <w:rPr>
          <w:rFonts w:ascii="Corbel" w:hAnsi="Corbel"/>
        </w:rPr>
        <w:t>.</w:t>
      </w:r>
    </w:p>
    <w:p w14:paraId="3CF2D8B6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3B7A73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0EF796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B7A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22CF" w:rsidRPr="009C54AE" w14:paraId="5556C46E" w14:textId="77777777" w:rsidTr="000EF796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0745D724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0EF796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0EF796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0EF796" w14:paraId="4B9EA791" w14:textId="77777777" w:rsidTr="000EF796">
        <w:tc>
          <w:tcPr>
            <w:tcW w:w="2377" w:type="dxa"/>
          </w:tcPr>
          <w:p w14:paraId="143F897D" w14:textId="052B4F61" w:rsidR="000EF796" w:rsidRDefault="000EF796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45D68A00" w:rsidRPr="000EF796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026" w:type="dxa"/>
          </w:tcPr>
          <w:p w14:paraId="0348610F" w14:textId="77777777" w:rsidR="000EF796" w:rsidRDefault="000EF796" w:rsidP="000EF796">
            <w:pPr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0DB39361" w14:textId="77777777" w:rsidR="000EF796" w:rsidRDefault="000EF796" w:rsidP="000EF79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EF796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0932ECE8" w14:textId="77777777" w:rsidTr="000EF796">
        <w:tc>
          <w:tcPr>
            <w:tcW w:w="2410" w:type="dxa"/>
          </w:tcPr>
          <w:p w14:paraId="5990E71B" w14:textId="14A0117A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0F4B405B" w:rsidRPr="000EF79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0551F48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ED7301" w:rsidRPr="009C54AE" w14:paraId="79A8D75C" w14:textId="77777777" w:rsidTr="000EF796">
        <w:tc>
          <w:tcPr>
            <w:tcW w:w="2410" w:type="dxa"/>
          </w:tcPr>
          <w:p w14:paraId="4A2F1096" w14:textId="63E7F08E" w:rsidR="00ED7301" w:rsidRPr="009C54AE" w:rsidRDefault="5C2608B7" w:rsidP="000EF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F796">
              <w:rPr>
                <w:rFonts w:ascii="Corbel" w:hAnsi="Corbel"/>
                <w:b w:val="0"/>
                <w:smallCaps w:val="0"/>
              </w:rPr>
              <w:t>EK_0</w:t>
            </w:r>
            <w:r w:rsidR="166A0C01" w:rsidRPr="000EF79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ED7301" w:rsidRDefault="00ED7301">
            <w:r w:rsidRPr="002968E1">
              <w:rPr>
                <w:rFonts w:ascii="Corbel" w:hAnsi="Corbel"/>
                <w:sz w:val="24"/>
                <w:szCs w:val="24"/>
              </w:rPr>
              <w:t>zadanie zespołowe</w:t>
            </w:r>
            <w:r w:rsidRPr="002968E1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ED7301" w:rsidRPr="005022CF" w:rsidRDefault="00ED7301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35B786" w14:textId="77777777" w:rsidTr="00923D7D">
        <w:tc>
          <w:tcPr>
            <w:tcW w:w="9670" w:type="dxa"/>
          </w:tcPr>
          <w:p w14:paraId="2845AC82" w14:textId="77777777" w:rsidR="005022CF" w:rsidRPr="00135EF7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00923D7D">
        <w:tc>
          <w:tcPr>
            <w:tcW w:w="4962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3B7A7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858F702" w14:textId="77777777" w:rsidTr="00923D7D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00923D7D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77777777" w:rsidR="00C61DC5" w:rsidRPr="009C54AE" w:rsidRDefault="00D31D52" w:rsidP="00EF3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EF3C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1"/>
        <w:gridCol w:w="5867"/>
      </w:tblGrid>
      <w:tr w:rsidR="0085747A" w:rsidRPr="009C54AE" w14:paraId="5454FE01" w14:textId="77777777" w:rsidTr="006D38F5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6D38F5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3B7A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FE9F23F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22F1" w:rsidRPr="009C54AE" w14:paraId="63987774" w14:textId="77777777" w:rsidTr="5B46E715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lastRenderedPageBreak/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1F95FF97" w:rsidR="008522F1" w:rsidRPr="009C54AE" w:rsidRDefault="008522F1" w:rsidP="5B46E71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Badania marketingowe: nowe metody badań i zastosowania. Redakcja naukowa Róża Milic-Czerniak, </w:t>
            </w:r>
            <w:proofErr w:type="spellStart"/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</w:t>
            </w:r>
            <w:proofErr w:type="spellEnd"/>
            <w:r w:rsidRPr="5B46E715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 Warszawa, 2019.</w:t>
            </w:r>
          </w:p>
        </w:tc>
      </w:tr>
      <w:tr w:rsidR="008522F1" w:rsidRPr="009C54AE" w14:paraId="01854691" w14:textId="77777777" w:rsidTr="5B46E715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8522F1" w:rsidRPr="00233C5A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000EF796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383A3E" w14:textId="674C0A55" w:rsidR="008522F1" w:rsidRPr="00AB25D3" w:rsidRDefault="008522F1" w:rsidP="000EF796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mallCaps/>
                <w:szCs w:val="24"/>
                <w:lang w:eastAsia="pl-PL"/>
              </w:rPr>
            </w:pPr>
            <w:r w:rsidRPr="000EF796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  <w:r w:rsidRPr="000EF796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18E66AB3" w14:textId="75EA9BCE" w:rsidR="008522F1" w:rsidRPr="00AB25D3" w:rsidRDefault="70D7001E" w:rsidP="00FB05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00EF796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</w:t>
            </w:r>
            <w:proofErr w:type="spellStart"/>
            <w:r w:rsidRPr="000EF796">
              <w:rPr>
                <w:rFonts w:ascii="Corbel" w:eastAsia="Corbel" w:hAnsi="Corbel" w:cs="Corbel"/>
                <w:sz w:val="24"/>
                <w:szCs w:val="24"/>
              </w:rPr>
              <w:t>Group</w:t>
            </w:r>
            <w:proofErr w:type="spellEnd"/>
            <w:r w:rsidRPr="000EF796">
              <w:rPr>
                <w:rFonts w:ascii="Corbel" w:eastAsia="Corbel" w:hAnsi="Corbel" w:cs="Corbel"/>
                <w:sz w:val="24"/>
                <w:szCs w:val="24"/>
              </w:rPr>
              <w:t xml:space="preserve"> [w:] Społeczeństwo wobec wyzwań współczesności. Pod red. K. Jaremczuka. </w:t>
            </w:r>
            <w:proofErr w:type="spellStart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Wyd</w:t>
            </w:r>
            <w:proofErr w:type="spellEnd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PWSZ </w:t>
            </w:r>
            <w:proofErr w:type="spellStart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Tarnobrzeg</w:t>
            </w:r>
            <w:proofErr w:type="spellEnd"/>
            <w:r w:rsidRPr="000EF796">
              <w:rPr>
                <w:rFonts w:ascii="Corbel" w:eastAsia="Corbel" w:hAnsi="Corbel" w:cs="Corbel"/>
                <w:sz w:val="24"/>
                <w:szCs w:val="24"/>
                <w:lang w:val="en-US"/>
              </w:rPr>
              <w:t>, 2012, s. 271-294.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709190" w14:textId="77777777" w:rsidR="001F0AB6" w:rsidRDefault="001F0AB6" w:rsidP="00C16ABF">
      <w:pPr>
        <w:spacing w:after="0" w:line="240" w:lineRule="auto"/>
      </w:pPr>
      <w:r>
        <w:separator/>
      </w:r>
    </w:p>
  </w:endnote>
  <w:endnote w:type="continuationSeparator" w:id="0">
    <w:p w14:paraId="791BC998" w14:textId="77777777" w:rsidR="001F0AB6" w:rsidRDefault="001F0A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C67ADB" w14:textId="77777777" w:rsidR="001F0AB6" w:rsidRDefault="001F0AB6" w:rsidP="00C16ABF">
      <w:pPr>
        <w:spacing w:after="0" w:line="240" w:lineRule="auto"/>
      </w:pPr>
      <w:r>
        <w:separator/>
      </w:r>
    </w:p>
  </w:footnote>
  <w:footnote w:type="continuationSeparator" w:id="0">
    <w:p w14:paraId="639BCAA7" w14:textId="77777777" w:rsidR="001F0AB6" w:rsidRDefault="001F0AB6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24C1"/>
    <w:multiLevelType w:val="hybridMultilevel"/>
    <w:tmpl w:val="551A2278"/>
    <w:lvl w:ilvl="0" w:tplc="C090E5E0">
      <w:start w:val="1"/>
      <w:numFmt w:val="decimal"/>
      <w:lvlText w:val="%1."/>
      <w:lvlJc w:val="left"/>
      <w:pPr>
        <w:ind w:left="360" w:hanging="360"/>
      </w:pPr>
    </w:lvl>
    <w:lvl w:ilvl="1" w:tplc="4E661E40">
      <w:start w:val="1"/>
      <w:numFmt w:val="lowerLetter"/>
      <w:lvlText w:val="%2."/>
      <w:lvlJc w:val="left"/>
      <w:pPr>
        <w:ind w:left="1080" w:hanging="360"/>
      </w:pPr>
    </w:lvl>
    <w:lvl w:ilvl="2" w:tplc="E132CAF8">
      <w:start w:val="1"/>
      <w:numFmt w:val="lowerRoman"/>
      <w:lvlText w:val="%3."/>
      <w:lvlJc w:val="right"/>
      <w:pPr>
        <w:ind w:left="1800" w:hanging="180"/>
      </w:pPr>
    </w:lvl>
    <w:lvl w:ilvl="3" w:tplc="150006D4">
      <w:start w:val="1"/>
      <w:numFmt w:val="decimal"/>
      <w:lvlText w:val="%4."/>
      <w:lvlJc w:val="left"/>
      <w:pPr>
        <w:ind w:left="2520" w:hanging="360"/>
      </w:pPr>
    </w:lvl>
    <w:lvl w:ilvl="4" w:tplc="73224C7C">
      <w:start w:val="1"/>
      <w:numFmt w:val="lowerLetter"/>
      <w:lvlText w:val="%5."/>
      <w:lvlJc w:val="left"/>
      <w:pPr>
        <w:ind w:left="3240" w:hanging="360"/>
      </w:pPr>
    </w:lvl>
    <w:lvl w:ilvl="5" w:tplc="CA826712">
      <w:start w:val="1"/>
      <w:numFmt w:val="lowerRoman"/>
      <w:lvlText w:val="%6."/>
      <w:lvlJc w:val="right"/>
      <w:pPr>
        <w:ind w:left="3960" w:hanging="180"/>
      </w:pPr>
    </w:lvl>
    <w:lvl w:ilvl="6" w:tplc="B51C6A96">
      <w:start w:val="1"/>
      <w:numFmt w:val="decimal"/>
      <w:lvlText w:val="%7."/>
      <w:lvlJc w:val="left"/>
      <w:pPr>
        <w:ind w:left="4680" w:hanging="360"/>
      </w:pPr>
    </w:lvl>
    <w:lvl w:ilvl="7" w:tplc="88F83944">
      <w:start w:val="1"/>
      <w:numFmt w:val="lowerLetter"/>
      <w:lvlText w:val="%8."/>
      <w:lvlJc w:val="left"/>
      <w:pPr>
        <w:ind w:left="5400" w:hanging="360"/>
      </w:pPr>
    </w:lvl>
    <w:lvl w:ilvl="8" w:tplc="52A873F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E344A8"/>
    <w:multiLevelType w:val="hybridMultilevel"/>
    <w:tmpl w:val="C9AC6B28"/>
    <w:lvl w:ilvl="0" w:tplc="E4C87F4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B8E56E">
      <w:numFmt w:val="decimal"/>
      <w:lvlText w:val=""/>
      <w:lvlJc w:val="left"/>
    </w:lvl>
    <w:lvl w:ilvl="2" w:tplc="3A1007F2">
      <w:numFmt w:val="decimal"/>
      <w:lvlText w:val=""/>
      <w:lvlJc w:val="left"/>
    </w:lvl>
    <w:lvl w:ilvl="3" w:tplc="2402C0AE">
      <w:numFmt w:val="decimal"/>
      <w:lvlText w:val=""/>
      <w:lvlJc w:val="left"/>
    </w:lvl>
    <w:lvl w:ilvl="4" w:tplc="6AF6E2E4">
      <w:numFmt w:val="decimal"/>
      <w:lvlText w:val=""/>
      <w:lvlJc w:val="left"/>
    </w:lvl>
    <w:lvl w:ilvl="5" w:tplc="C9FECF5E">
      <w:numFmt w:val="decimal"/>
      <w:lvlText w:val=""/>
      <w:lvlJc w:val="left"/>
    </w:lvl>
    <w:lvl w:ilvl="6" w:tplc="0166286E">
      <w:numFmt w:val="decimal"/>
      <w:lvlText w:val=""/>
      <w:lvlJc w:val="left"/>
    </w:lvl>
    <w:lvl w:ilvl="7" w:tplc="46CC910C">
      <w:numFmt w:val="decimal"/>
      <w:lvlText w:val=""/>
      <w:lvlJc w:val="left"/>
    </w:lvl>
    <w:lvl w:ilvl="8" w:tplc="DECA7E8C">
      <w:numFmt w:val="decimal"/>
      <w:lvlText w:val=""/>
      <w:lvlJc w:val="left"/>
    </w:lvl>
  </w:abstractNum>
  <w:abstractNum w:abstractNumId="5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714"/>
    <w:rsid w:val="000048FD"/>
    <w:rsid w:val="000077B4"/>
    <w:rsid w:val="00015B8F"/>
    <w:rsid w:val="00022ECE"/>
    <w:rsid w:val="00040633"/>
    <w:rsid w:val="00042A51"/>
    <w:rsid w:val="00042D2E"/>
    <w:rsid w:val="00044C82"/>
    <w:rsid w:val="00056D43"/>
    <w:rsid w:val="00070ED6"/>
    <w:rsid w:val="00073B66"/>
    <w:rsid w:val="000742DC"/>
    <w:rsid w:val="00075840"/>
    <w:rsid w:val="00084C12"/>
    <w:rsid w:val="000908EF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F796"/>
    <w:rsid w:val="000F1C57"/>
    <w:rsid w:val="000F5615"/>
    <w:rsid w:val="0012560E"/>
    <w:rsid w:val="00127108"/>
    <w:rsid w:val="00134B13"/>
    <w:rsid w:val="00135EF7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71BE"/>
    <w:rsid w:val="001D657B"/>
    <w:rsid w:val="001D7B54"/>
    <w:rsid w:val="001E0209"/>
    <w:rsid w:val="001F0AB6"/>
    <w:rsid w:val="001F2CA2"/>
    <w:rsid w:val="002144C0"/>
    <w:rsid w:val="002211C5"/>
    <w:rsid w:val="00221BBC"/>
    <w:rsid w:val="0022477D"/>
    <w:rsid w:val="002336F9"/>
    <w:rsid w:val="0024028F"/>
    <w:rsid w:val="00244ABC"/>
    <w:rsid w:val="00281FF2"/>
    <w:rsid w:val="00282F43"/>
    <w:rsid w:val="002857DE"/>
    <w:rsid w:val="00291567"/>
    <w:rsid w:val="002A2389"/>
    <w:rsid w:val="002A671D"/>
    <w:rsid w:val="002B44FC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22D7"/>
    <w:rsid w:val="003151C5"/>
    <w:rsid w:val="003168A6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B7A73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A7F7B"/>
    <w:rsid w:val="004B4632"/>
    <w:rsid w:val="004C3079"/>
    <w:rsid w:val="004D5282"/>
    <w:rsid w:val="004F1551"/>
    <w:rsid w:val="004F55A3"/>
    <w:rsid w:val="005022CF"/>
    <w:rsid w:val="0050496F"/>
    <w:rsid w:val="00513B6F"/>
    <w:rsid w:val="00517C63"/>
    <w:rsid w:val="005363C4"/>
    <w:rsid w:val="00536BDE"/>
    <w:rsid w:val="00543ACC"/>
    <w:rsid w:val="00574DFB"/>
    <w:rsid w:val="005A0855"/>
    <w:rsid w:val="005A3196"/>
    <w:rsid w:val="005C080F"/>
    <w:rsid w:val="005C55E5"/>
    <w:rsid w:val="005C696A"/>
    <w:rsid w:val="005E267A"/>
    <w:rsid w:val="005E6E85"/>
    <w:rsid w:val="005F31D2"/>
    <w:rsid w:val="00606E4E"/>
    <w:rsid w:val="0061029B"/>
    <w:rsid w:val="00617230"/>
    <w:rsid w:val="00621CE1"/>
    <w:rsid w:val="00647FA8"/>
    <w:rsid w:val="006620D9"/>
    <w:rsid w:val="00671958"/>
    <w:rsid w:val="00675843"/>
    <w:rsid w:val="006D050F"/>
    <w:rsid w:val="006D38F5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579D5"/>
    <w:rsid w:val="00763BF1"/>
    <w:rsid w:val="00766FD4"/>
    <w:rsid w:val="0078168C"/>
    <w:rsid w:val="00790E27"/>
    <w:rsid w:val="007A4022"/>
    <w:rsid w:val="007A459A"/>
    <w:rsid w:val="007A6E6E"/>
    <w:rsid w:val="007A7626"/>
    <w:rsid w:val="007C3299"/>
    <w:rsid w:val="007C3BCC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84922"/>
    <w:rsid w:val="00885F64"/>
    <w:rsid w:val="008917F9"/>
    <w:rsid w:val="008A45F7"/>
    <w:rsid w:val="008B3EA4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0CC6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779E"/>
    <w:rsid w:val="00A97DE1"/>
    <w:rsid w:val="00AA30D7"/>
    <w:rsid w:val="00AB053C"/>
    <w:rsid w:val="00AD1146"/>
    <w:rsid w:val="00AD27D3"/>
    <w:rsid w:val="00AD66D6"/>
    <w:rsid w:val="00AE1160"/>
    <w:rsid w:val="00AE203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7DB"/>
    <w:rsid w:val="00C94B98"/>
    <w:rsid w:val="00CA2B96"/>
    <w:rsid w:val="00CA5089"/>
    <w:rsid w:val="00CB7351"/>
    <w:rsid w:val="00CE5BAC"/>
    <w:rsid w:val="00CF25BE"/>
    <w:rsid w:val="00CF78ED"/>
    <w:rsid w:val="00D02B25"/>
    <w:rsid w:val="00D02EBA"/>
    <w:rsid w:val="00D06DA3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57DDA"/>
    <w:rsid w:val="00E63348"/>
    <w:rsid w:val="00E70D00"/>
    <w:rsid w:val="00E77E88"/>
    <w:rsid w:val="00E8107D"/>
    <w:rsid w:val="00EC4899"/>
    <w:rsid w:val="00ED03AB"/>
    <w:rsid w:val="00ED04AC"/>
    <w:rsid w:val="00ED32D2"/>
    <w:rsid w:val="00ED7301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536E"/>
    <w:rsid w:val="00FB05DB"/>
    <w:rsid w:val="00FB7DBA"/>
    <w:rsid w:val="00FC1C25"/>
    <w:rsid w:val="00FC3F45"/>
    <w:rsid w:val="00FD503F"/>
    <w:rsid w:val="00FD7589"/>
    <w:rsid w:val="00FF016A"/>
    <w:rsid w:val="00FF1401"/>
    <w:rsid w:val="00FF5E7D"/>
    <w:rsid w:val="0800E11E"/>
    <w:rsid w:val="0D140911"/>
    <w:rsid w:val="0F4B405B"/>
    <w:rsid w:val="166A0C01"/>
    <w:rsid w:val="306AC7BF"/>
    <w:rsid w:val="4224A970"/>
    <w:rsid w:val="42413569"/>
    <w:rsid w:val="45D68A00"/>
    <w:rsid w:val="4910F1BF"/>
    <w:rsid w:val="5B46E715"/>
    <w:rsid w:val="5C2608B7"/>
    <w:rsid w:val="60C071C5"/>
    <w:rsid w:val="64AE339E"/>
    <w:rsid w:val="70D7001E"/>
    <w:rsid w:val="7F160CB3"/>
    <w:rsid w:val="7F9C9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D5362"/>
  <w15:chartTrackingRefBased/>
  <w15:docId w15:val="{AA45C7CB-7B7F-44AC-ACB7-D841FA87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FB05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B05DB"/>
  </w:style>
  <w:style w:type="character" w:customStyle="1" w:styleId="spellingerror">
    <w:name w:val="spellingerror"/>
    <w:basedOn w:val="Domylnaczcionkaakapitu"/>
    <w:rsid w:val="00FB05DB"/>
  </w:style>
  <w:style w:type="character" w:customStyle="1" w:styleId="eop">
    <w:name w:val="eop"/>
    <w:basedOn w:val="Domylnaczcionkaakapitu"/>
    <w:rsid w:val="00FB0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8B64F-D8AD-4A48-87ED-961BF92A2B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CCBF37-18C7-4D88-85C5-10E57C6C5B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3034CA-03FB-4D4D-B254-E91894740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04F5DA-42AF-443D-98CC-BA88999BE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928</Words>
  <Characters>5572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20</cp:revision>
  <cp:lastPrinted>2017-05-04T18:28:00Z</cp:lastPrinted>
  <dcterms:created xsi:type="dcterms:W3CDTF">2020-12-04T20:15:00Z</dcterms:created>
  <dcterms:modified xsi:type="dcterms:W3CDTF">2020-12-09T12:16:00Z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